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5647F" w14:textId="77777777" w:rsidR="00A728A7" w:rsidRPr="002A7460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tbl>
      <w:tblPr>
        <w:tblStyle w:val="Tabela-Siatka6"/>
        <w:tblW w:w="0" w:type="auto"/>
        <w:jc w:val="center"/>
        <w:tblBorders>
          <w:top w:val="single" w:sz="4" w:space="0" w:color="EE6322"/>
          <w:left w:val="single" w:sz="4" w:space="0" w:color="EE6322"/>
          <w:bottom w:val="single" w:sz="4" w:space="0" w:color="EE6322"/>
          <w:right w:val="single" w:sz="4" w:space="0" w:color="EE6322"/>
          <w:insideH w:val="single" w:sz="4" w:space="0" w:color="EE6322"/>
          <w:insideV w:val="single" w:sz="4" w:space="0" w:color="EE6322"/>
        </w:tblBorders>
        <w:tblLook w:val="04A0" w:firstRow="1" w:lastRow="0" w:firstColumn="1" w:lastColumn="0" w:noHBand="0" w:noVBand="1"/>
      </w:tblPr>
      <w:tblGrid>
        <w:gridCol w:w="2262"/>
        <w:gridCol w:w="2263"/>
        <w:gridCol w:w="2278"/>
        <w:gridCol w:w="2264"/>
      </w:tblGrid>
      <w:tr w:rsidR="002A7460" w:rsidRPr="002A7460" w14:paraId="254EEA67" w14:textId="77777777" w:rsidTr="002A7460"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14:paraId="0C4D43B1" w14:textId="77777777" w:rsidR="00A728A7" w:rsidRPr="002A7460" w:rsidRDefault="00A728A7" w:rsidP="00A728A7">
            <w:pPr>
              <w:spacing w:before="12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2A91D4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293227" w14:textId="77777777" w:rsidR="00A728A7" w:rsidRPr="002A7460" w:rsidRDefault="00A728A7" w:rsidP="00A728A7">
            <w:pPr>
              <w:spacing w:before="120" w:line="240" w:lineRule="auto"/>
              <w:rPr>
                <w:rFonts w:eastAsia="Times New Roman"/>
                <w:szCs w:val="24"/>
              </w:rPr>
            </w:pPr>
            <w:r w:rsidRPr="002A7460">
              <w:rPr>
                <w:rFonts w:eastAsia="Times New Roman"/>
                <w:szCs w:val="24"/>
              </w:rPr>
              <w:t>Załącznik do Umowy Nr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EE96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</w:tr>
      <w:tr w:rsidR="002A7460" w:rsidRPr="002A7460" w14:paraId="70426505" w14:textId="77777777" w:rsidTr="002A7460"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14:paraId="5F833946" w14:textId="77777777" w:rsidR="00A728A7" w:rsidRPr="002A7460" w:rsidRDefault="00A728A7" w:rsidP="00A728A7">
            <w:pPr>
              <w:spacing w:before="120" w:line="240" w:lineRule="auto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913B0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B517EF" w14:textId="77777777" w:rsidR="00A728A7" w:rsidRPr="002A7460" w:rsidRDefault="00A728A7" w:rsidP="00A728A7">
            <w:pPr>
              <w:spacing w:before="120" w:line="240" w:lineRule="auto"/>
              <w:rPr>
                <w:rFonts w:eastAsia="Times New Roman"/>
                <w:szCs w:val="24"/>
              </w:rPr>
            </w:pPr>
            <w:r w:rsidRPr="002A7460">
              <w:rPr>
                <w:rFonts w:eastAsia="Times New Roman"/>
                <w:szCs w:val="24"/>
              </w:rPr>
              <w:t>z dnia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133A" w14:textId="77777777" w:rsidR="00A728A7" w:rsidRPr="002A7460" w:rsidRDefault="00A728A7" w:rsidP="00A728A7">
            <w:pPr>
              <w:spacing w:before="120" w:line="240" w:lineRule="auto"/>
              <w:jc w:val="both"/>
              <w:rPr>
                <w:rFonts w:eastAsia="Times New Roman"/>
                <w:szCs w:val="24"/>
              </w:rPr>
            </w:pPr>
          </w:p>
        </w:tc>
      </w:tr>
    </w:tbl>
    <w:p w14:paraId="3E2A5F90" w14:textId="77777777" w:rsidR="00A728A7" w:rsidRPr="002A7460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p w14:paraId="7AA0DCC5" w14:textId="77777777" w:rsidR="00A728A7" w:rsidRPr="002A7460" w:rsidRDefault="00A728A7" w:rsidP="00A728A7">
      <w:pPr>
        <w:spacing w:after="160" w:line="259" w:lineRule="auto"/>
        <w:jc w:val="center"/>
        <w:rPr>
          <w:rFonts w:eastAsia="Times New Roman"/>
          <w:b/>
          <w:sz w:val="32"/>
          <w:szCs w:val="20"/>
          <w:lang w:eastAsia="pl-PL"/>
        </w:rPr>
      </w:pPr>
    </w:p>
    <w:p w14:paraId="08425A05" w14:textId="77777777" w:rsidR="00A728A7" w:rsidRPr="002A7460" w:rsidRDefault="00A728A7" w:rsidP="00A728A7">
      <w:pPr>
        <w:spacing w:after="160" w:line="259" w:lineRule="auto"/>
        <w:jc w:val="center"/>
        <w:rPr>
          <w:rFonts w:eastAsia="Times New Roman"/>
          <w:b/>
          <w:sz w:val="32"/>
          <w:szCs w:val="20"/>
          <w:lang w:eastAsia="pl-PL"/>
        </w:rPr>
      </w:pPr>
    </w:p>
    <w:p w14:paraId="74842D62" w14:textId="77777777" w:rsidR="00A728A7" w:rsidRPr="002A7460" w:rsidRDefault="00A728A7" w:rsidP="00A728A7">
      <w:pPr>
        <w:spacing w:after="160" w:line="259" w:lineRule="auto"/>
        <w:jc w:val="center"/>
        <w:rPr>
          <w:rFonts w:asciiTheme="minorHAnsi" w:eastAsiaTheme="minorHAnsi" w:hAnsiTheme="minorHAnsi" w:cstheme="minorBidi"/>
          <w:lang w:eastAsia="pl-PL"/>
        </w:rPr>
      </w:pPr>
      <w:r w:rsidRPr="002A7460">
        <w:rPr>
          <w:rFonts w:eastAsia="Times New Roman"/>
          <w:b/>
          <w:sz w:val="32"/>
          <w:szCs w:val="20"/>
          <w:lang w:eastAsia="pl-PL"/>
        </w:rPr>
        <w:t>OŚWIADCZENIE</w:t>
      </w:r>
    </w:p>
    <w:p w14:paraId="0DCDF1F4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p w14:paraId="30C7E01A" w14:textId="534C5FE9" w:rsidR="00A728A7" w:rsidRPr="00A728A7" w:rsidRDefault="001168EA" w:rsidP="00A728A7">
      <w:pPr>
        <w:spacing w:before="120" w:line="360" w:lineRule="auto"/>
        <w:jc w:val="both"/>
        <w:rPr>
          <w:rFonts w:asciiTheme="minorHAnsi" w:eastAsiaTheme="minorHAnsi" w:hAnsiTheme="minorHAnsi" w:cstheme="minorBidi"/>
          <w:lang w:eastAsia="pl-PL"/>
        </w:rPr>
      </w:pPr>
      <w:r w:rsidRPr="001168EA">
        <w:rPr>
          <w:rFonts w:asciiTheme="minorHAnsi" w:eastAsiaTheme="minorHAnsi" w:hAnsiTheme="minorHAnsi" w:cstheme="minorBidi"/>
          <w:lang w:eastAsia="pl-PL"/>
        </w:rPr>
        <w:t>Oświadczam, że w dniu ……………………… zapoznałem się z treścią Polityki Bezpieczeństwa Informacji dla Wykonawców Centrum e-Zdrowia (</w:t>
      </w:r>
      <w:proofErr w:type="gramStart"/>
      <w:r w:rsidRPr="001168EA">
        <w:rPr>
          <w:rFonts w:asciiTheme="minorHAnsi" w:eastAsiaTheme="minorHAnsi" w:hAnsiTheme="minorHAnsi" w:cstheme="minorBidi"/>
          <w:lang w:eastAsia="pl-PL"/>
        </w:rPr>
        <w:t>ZSZ.SZBI.ISO.P.A.</w:t>
      </w:r>
      <w:proofErr w:type="gramEnd"/>
      <w:r w:rsidRPr="001168EA">
        <w:rPr>
          <w:rFonts w:asciiTheme="minorHAnsi" w:eastAsiaTheme="minorHAnsi" w:hAnsiTheme="minorHAnsi" w:cstheme="minorBidi"/>
          <w:lang w:eastAsia="pl-PL"/>
        </w:rPr>
        <w:t>5.</w:t>
      </w:r>
      <w:r w:rsidR="00F44CB0">
        <w:rPr>
          <w:rFonts w:asciiTheme="minorHAnsi" w:eastAsiaTheme="minorHAnsi" w:hAnsiTheme="minorHAnsi" w:cstheme="minorBidi"/>
          <w:lang w:eastAsia="pl-PL"/>
        </w:rPr>
        <w:t>19.</w:t>
      </w:r>
      <w:r w:rsidRPr="001168EA">
        <w:rPr>
          <w:rFonts w:asciiTheme="minorHAnsi" w:eastAsiaTheme="minorHAnsi" w:hAnsiTheme="minorHAnsi" w:cstheme="minorBidi"/>
          <w:lang w:eastAsia="pl-PL"/>
        </w:rPr>
        <w:t>_Polityka-Bezpieczenstwa-Informacji-dla-wykonawcow_IP_v.1.</w:t>
      </w:r>
      <w:r w:rsidR="00F44CB0">
        <w:rPr>
          <w:rFonts w:asciiTheme="minorHAnsi" w:eastAsiaTheme="minorHAnsi" w:hAnsiTheme="minorHAnsi" w:cstheme="minorBidi"/>
          <w:lang w:eastAsia="pl-PL"/>
        </w:rPr>
        <w:t>3</w:t>
      </w:r>
      <w:r w:rsidRPr="001168EA">
        <w:rPr>
          <w:rFonts w:asciiTheme="minorHAnsi" w:eastAsiaTheme="minorHAnsi" w:hAnsiTheme="minorHAnsi" w:cstheme="minorBidi"/>
          <w:lang w:eastAsia="pl-PL"/>
        </w:rPr>
        <w:t>) i zobowiązuję się przestrzegać poznanych zasad.</w:t>
      </w:r>
    </w:p>
    <w:p w14:paraId="7EED23B4" w14:textId="77777777" w:rsidR="00A728A7" w:rsidRPr="00A728A7" w:rsidRDefault="00A728A7" w:rsidP="00A728A7">
      <w:pPr>
        <w:spacing w:after="160" w:line="259" w:lineRule="auto"/>
        <w:rPr>
          <w:rFonts w:asciiTheme="minorHAnsi" w:eastAsiaTheme="minorHAnsi" w:hAnsiTheme="minorHAnsi" w:cstheme="minorBidi"/>
          <w:lang w:eastAsia="pl-PL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184"/>
      </w:tblGrid>
      <w:tr w:rsidR="00A728A7" w:rsidRPr="00A728A7" w14:paraId="0BBC86DD" w14:textId="77777777" w:rsidTr="00B63E62">
        <w:tc>
          <w:tcPr>
            <w:tcW w:w="4606" w:type="dxa"/>
          </w:tcPr>
          <w:p w14:paraId="6A7F9D8F" w14:textId="77777777" w:rsidR="00A728A7" w:rsidRPr="00A728A7" w:rsidRDefault="00A728A7" w:rsidP="00A728A7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4606" w:type="dxa"/>
          </w:tcPr>
          <w:p w14:paraId="3CCC69D1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</w:p>
          <w:p w14:paraId="09043BDD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  <w:r w:rsidRPr="00A728A7">
              <w:rPr>
                <w:rFonts w:asciiTheme="minorHAnsi" w:eastAsia="Times New Roman" w:hAnsiTheme="minorHAnsi" w:cstheme="minorHAnsi"/>
                <w:i/>
              </w:rPr>
              <w:t>………………………………………………………………………………………………</w:t>
            </w:r>
          </w:p>
          <w:p w14:paraId="027944F6" w14:textId="0353BAC1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  <w:r w:rsidRPr="00A728A7">
              <w:rPr>
                <w:rFonts w:asciiTheme="minorHAnsi" w:eastAsia="Times New Roman" w:hAnsiTheme="minorHAnsi" w:cstheme="minorHAnsi"/>
                <w:i/>
              </w:rPr>
              <w:t>(data i podpis osoby składającej oświadczenie</w:t>
            </w:r>
            <w:r w:rsidR="002D06A0">
              <w:rPr>
                <w:rFonts w:asciiTheme="minorHAnsi" w:eastAsia="Times New Roman" w:hAnsiTheme="minorHAnsi" w:cstheme="minorHAnsi"/>
                <w:i/>
              </w:rPr>
              <w:t>)</w:t>
            </w:r>
          </w:p>
          <w:p w14:paraId="01574346" w14:textId="77777777" w:rsidR="00A728A7" w:rsidRPr="00A728A7" w:rsidRDefault="00A728A7" w:rsidP="00A728A7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/>
              </w:rPr>
            </w:pPr>
          </w:p>
        </w:tc>
      </w:tr>
    </w:tbl>
    <w:p w14:paraId="5226FB93" w14:textId="77777777" w:rsidR="00634C72" w:rsidRPr="00634C72" w:rsidRDefault="00634C72" w:rsidP="00A728A7">
      <w:pPr>
        <w:tabs>
          <w:tab w:val="left" w:pos="2268"/>
        </w:tabs>
        <w:ind w:left="708" w:hanging="708"/>
        <w:rPr>
          <w:rFonts w:asciiTheme="minorHAnsi" w:hAnsiTheme="minorHAnsi" w:cstheme="minorHAnsi"/>
        </w:rPr>
      </w:pPr>
    </w:p>
    <w:sectPr w:rsidR="00634C72" w:rsidRPr="00634C72" w:rsidSect="008230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2EF55" w14:textId="77777777" w:rsidR="00B7175B" w:rsidRDefault="00B7175B" w:rsidP="00E12375">
      <w:pPr>
        <w:spacing w:after="0" w:line="240" w:lineRule="auto"/>
      </w:pPr>
      <w:r>
        <w:separator/>
      </w:r>
    </w:p>
  </w:endnote>
  <w:endnote w:type="continuationSeparator" w:id="0">
    <w:p w14:paraId="7EFE8111" w14:textId="77777777" w:rsidR="00B7175B" w:rsidRDefault="00B7175B" w:rsidP="00E12375">
      <w:pPr>
        <w:spacing w:after="0" w:line="240" w:lineRule="auto"/>
      </w:pPr>
      <w:r>
        <w:continuationSeparator/>
      </w:r>
    </w:p>
  </w:endnote>
  <w:endnote w:type="continuationNotice" w:id="1">
    <w:p w14:paraId="16F2F2ED" w14:textId="77777777" w:rsidR="00B7175B" w:rsidRDefault="00B717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A6695" w14:textId="77777777" w:rsidR="00463B22" w:rsidRDefault="00463B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46766" w14:textId="77777777" w:rsidR="00634C72" w:rsidRDefault="00634C72" w:rsidP="00634C72">
    <w:pPr>
      <w:pStyle w:val="Stopka"/>
    </w:pPr>
  </w:p>
  <w:p w14:paraId="364FA26D" w14:textId="77777777" w:rsidR="00634C72" w:rsidRPr="002D7E0D" w:rsidRDefault="00634C72" w:rsidP="00634C72">
    <w:pPr>
      <w:pStyle w:val="Stopka"/>
      <w:tabs>
        <w:tab w:val="clear" w:pos="9072"/>
      </w:tabs>
      <w:spacing w:after="240"/>
      <w:ind w:right="-142"/>
      <w:jc w:val="right"/>
      <w:rPr>
        <w:rFonts w:asciiTheme="minorHAnsi" w:hAnsiTheme="minorHAnsi" w:cstheme="minorHAnsi"/>
        <w:b/>
        <w:bCs/>
        <w:color w:val="0B5DAA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24D926C" wp14:editId="44F6EE22">
          <wp:simplePos x="0" y="0"/>
          <wp:positionH relativeFrom="column">
            <wp:posOffset>5790565</wp:posOffset>
          </wp:positionH>
          <wp:positionV relativeFrom="paragraph">
            <wp:posOffset>0</wp:posOffset>
          </wp:positionV>
          <wp:extent cx="510540" cy="168910"/>
          <wp:effectExtent l="0" t="635" r="3175" b="3175"/>
          <wp:wrapNone/>
          <wp:docPr id="8" name="Grafika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rafika 3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6200000" flipH="1">
                    <a:off x="0" y="0"/>
                    <a:ext cx="510540" cy="168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1A7155" wp14:editId="217AA1B2">
              <wp:simplePos x="0" y="0"/>
              <wp:positionH relativeFrom="column">
                <wp:posOffset>3381375</wp:posOffset>
              </wp:positionH>
              <wp:positionV relativeFrom="paragraph">
                <wp:posOffset>69215</wp:posOffset>
              </wp:positionV>
              <wp:extent cx="2176780" cy="28575"/>
              <wp:effectExtent l="0" t="0" r="0" b="9525"/>
              <wp:wrapNone/>
              <wp:docPr id="30" name="Prostokąt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76780" cy="28575"/>
                      </a:xfrm>
                      <a:prstGeom prst="rect">
                        <a:avLst/>
                      </a:prstGeom>
                      <a:solidFill>
                        <a:srgbClr val="0B5DA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167A3414" id="Prostokąt 30" o:spid="_x0000_s1026" style="position:absolute;margin-left:266.25pt;margin-top:5.45pt;width:171.4pt;height: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" fillcolor="#0b5daa" stroked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99FF01" wp14:editId="46D8C54B">
              <wp:simplePos x="0" y="0"/>
              <wp:positionH relativeFrom="column">
                <wp:posOffset>0</wp:posOffset>
              </wp:positionH>
              <wp:positionV relativeFrom="paragraph">
                <wp:posOffset>69215</wp:posOffset>
              </wp:positionV>
              <wp:extent cx="3856097" cy="28575"/>
              <wp:effectExtent l="0" t="0" r="0" b="0"/>
              <wp:wrapNone/>
              <wp:docPr id="29" name="Prostokąt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56097" cy="28575"/>
                      </a:xfrm>
                      <a:prstGeom prst="rect">
                        <a:avLst/>
                      </a:prstGeom>
                      <a:solidFill>
                        <a:srgbClr val="A9E80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rect w14:anchorId="52A6385F" id="Prostokąt 29" o:spid="_x0000_s1026" style="position:absolute;margin-left:0;margin-top:5.45pt;width:303.65pt;height: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" fillcolor="#a9e80f" stroked="f" strokeweight="1pt"/>
          </w:pict>
        </mc:Fallback>
      </mc:AlternateContent>
    </w:r>
    <w:r>
      <w:tab/>
    </w:r>
    <w:sdt>
      <w:sdtPr>
        <w:rPr>
          <w:rFonts w:asciiTheme="minorHAnsi" w:hAnsiTheme="minorHAnsi" w:cstheme="minorHAnsi"/>
          <w:b/>
          <w:bCs/>
          <w:color w:val="0B5DAA"/>
          <w:sz w:val="16"/>
          <w:szCs w:val="16"/>
        </w:rPr>
        <w:id w:val="-405844643"/>
        <w:docPartObj>
          <w:docPartGallery w:val="Page Numbers (Bottom of Page)"/>
          <w:docPartUnique/>
        </w:docPartObj>
      </w:sdtPr>
      <w:sdtEndPr/>
      <w:sdtContent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begin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instrText>PAGE   \* MERGEFORMAT</w:instrTex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separate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>3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end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 xml:space="preserve"> z 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begin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instrText xml:space="preserve"> NUMPAGES  \# "0"  \* MERGEFORMAT </w:instrTex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separate"/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t>4</w:t>
        </w:r>
        <w:r w:rsidR="005A14BD" w:rsidRPr="005A14BD">
          <w:rPr>
            <w:rFonts w:asciiTheme="minorHAnsi" w:hAnsiTheme="minorHAnsi" w:cstheme="minorHAnsi"/>
            <w:b/>
            <w:bCs/>
            <w:color w:val="0B5DAA"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0267F" w14:textId="77777777" w:rsidR="00463B22" w:rsidRDefault="00463B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C08A1" w14:textId="77777777" w:rsidR="00B7175B" w:rsidRDefault="00B7175B" w:rsidP="00E12375">
      <w:pPr>
        <w:spacing w:after="0" w:line="240" w:lineRule="auto"/>
      </w:pPr>
      <w:r>
        <w:separator/>
      </w:r>
    </w:p>
  </w:footnote>
  <w:footnote w:type="continuationSeparator" w:id="0">
    <w:p w14:paraId="444CD0FD" w14:textId="77777777" w:rsidR="00B7175B" w:rsidRDefault="00B7175B" w:rsidP="00E12375">
      <w:pPr>
        <w:spacing w:after="0" w:line="240" w:lineRule="auto"/>
      </w:pPr>
      <w:r>
        <w:continuationSeparator/>
      </w:r>
    </w:p>
  </w:footnote>
  <w:footnote w:type="continuationNotice" w:id="1">
    <w:p w14:paraId="09B3F236" w14:textId="77777777" w:rsidR="00B7175B" w:rsidRDefault="00B717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C6432" w14:textId="77777777" w:rsidR="00463B22" w:rsidRDefault="00463B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1E07A" w14:textId="32AED5B4" w:rsidR="00C53381" w:rsidRPr="004B3C06" w:rsidRDefault="004B3C06" w:rsidP="004B3C06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849386C" wp14:editId="68A0F5FA">
          <wp:simplePos x="0" y="0"/>
          <wp:positionH relativeFrom="page">
            <wp:posOffset>902525</wp:posOffset>
          </wp:positionH>
          <wp:positionV relativeFrom="page">
            <wp:posOffset>180340</wp:posOffset>
          </wp:positionV>
          <wp:extent cx="1926000" cy="532800"/>
          <wp:effectExtent l="0" t="0" r="0" b="635"/>
          <wp:wrapSquare wrapText="bothSides"/>
          <wp:docPr id="9" name="Obraz 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B486" w14:textId="77777777" w:rsidR="00463B22" w:rsidRDefault="00463B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368CD"/>
    <w:multiLevelType w:val="multilevel"/>
    <w:tmpl w:val="253CB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1D2223"/>
    <w:multiLevelType w:val="hybridMultilevel"/>
    <w:tmpl w:val="1A50D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81DD5"/>
    <w:multiLevelType w:val="hybridMultilevel"/>
    <w:tmpl w:val="362CC0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E56C0"/>
    <w:multiLevelType w:val="multilevel"/>
    <w:tmpl w:val="06C4F91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C841EA"/>
    <w:multiLevelType w:val="hybridMultilevel"/>
    <w:tmpl w:val="E6B67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16DD8"/>
    <w:multiLevelType w:val="hybridMultilevel"/>
    <w:tmpl w:val="F8B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A1841"/>
    <w:multiLevelType w:val="hybridMultilevel"/>
    <w:tmpl w:val="BEB26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F01EF"/>
    <w:multiLevelType w:val="multilevel"/>
    <w:tmpl w:val="02B2E2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2D01DA4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9" w15:restartNumberingAfterBreak="0">
    <w:nsid w:val="32F17F1D"/>
    <w:multiLevelType w:val="hybridMultilevel"/>
    <w:tmpl w:val="0D3CF7BA"/>
    <w:lvl w:ilvl="0" w:tplc="F42CC632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874A4"/>
    <w:multiLevelType w:val="multilevel"/>
    <w:tmpl w:val="D5E68B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F892618"/>
    <w:multiLevelType w:val="hybridMultilevel"/>
    <w:tmpl w:val="58261DD0"/>
    <w:lvl w:ilvl="0" w:tplc="3BD2398E">
      <w:start w:val="1"/>
      <w:numFmt w:val="upperLetter"/>
      <w:lvlText w:val="%1)"/>
      <w:lvlJc w:val="left"/>
      <w:pPr>
        <w:ind w:left="41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848" w:hanging="360"/>
      </w:pPr>
    </w:lvl>
    <w:lvl w:ilvl="2" w:tplc="0415001B" w:tentative="1">
      <w:start w:val="1"/>
      <w:numFmt w:val="lowerRoman"/>
      <w:lvlText w:val="%3."/>
      <w:lvlJc w:val="right"/>
      <w:pPr>
        <w:ind w:left="5568" w:hanging="180"/>
      </w:pPr>
    </w:lvl>
    <w:lvl w:ilvl="3" w:tplc="0415000F" w:tentative="1">
      <w:start w:val="1"/>
      <w:numFmt w:val="decimal"/>
      <w:lvlText w:val="%4."/>
      <w:lvlJc w:val="left"/>
      <w:pPr>
        <w:ind w:left="6288" w:hanging="360"/>
      </w:pPr>
    </w:lvl>
    <w:lvl w:ilvl="4" w:tplc="04150019" w:tentative="1">
      <w:start w:val="1"/>
      <w:numFmt w:val="lowerLetter"/>
      <w:lvlText w:val="%5."/>
      <w:lvlJc w:val="left"/>
      <w:pPr>
        <w:ind w:left="7008" w:hanging="360"/>
      </w:pPr>
    </w:lvl>
    <w:lvl w:ilvl="5" w:tplc="0415001B" w:tentative="1">
      <w:start w:val="1"/>
      <w:numFmt w:val="lowerRoman"/>
      <w:lvlText w:val="%6."/>
      <w:lvlJc w:val="right"/>
      <w:pPr>
        <w:ind w:left="7728" w:hanging="180"/>
      </w:pPr>
    </w:lvl>
    <w:lvl w:ilvl="6" w:tplc="0415000F" w:tentative="1">
      <w:start w:val="1"/>
      <w:numFmt w:val="decimal"/>
      <w:lvlText w:val="%7."/>
      <w:lvlJc w:val="left"/>
      <w:pPr>
        <w:ind w:left="8448" w:hanging="360"/>
      </w:pPr>
    </w:lvl>
    <w:lvl w:ilvl="7" w:tplc="04150019" w:tentative="1">
      <w:start w:val="1"/>
      <w:numFmt w:val="lowerLetter"/>
      <w:lvlText w:val="%8."/>
      <w:lvlJc w:val="left"/>
      <w:pPr>
        <w:ind w:left="9168" w:hanging="360"/>
      </w:pPr>
    </w:lvl>
    <w:lvl w:ilvl="8" w:tplc="0415001B" w:tentative="1">
      <w:start w:val="1"/>
      <w:numFmt w:val="lowerRoman"/>
      <w:lvlText w:val="%9."/>
      <w:lvlJc w:val="right"/>
      <w:pPr>
        <w:ind w:left="9888" w:hanging="180"/>
      </w:pPr>
    </w:lvl>
  </w:abstractNum>
  <w:abstractNum w:abstractNumId="13" w15:restartNumberingAfterBreak="0">
    <w:nsid w:val="430B4D2A"/>
    <w:multiLevelType w:val="hybridMultilevel"/>
    <w:tmpl w:val="0E22B0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475936"/>
    <w:multiLevelType w:val="multilevel"/>
    <w:tmpl w:val="2C807B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511135FC"/>
    <w:multiLevelType w:val="hybridMultilevel"/>
    <w:tmpl w:val="A8F0928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2C4DA0"/>
    <w:multiLevelType w:val="hybridMultilevel"/>
    <w:tmpl w:val="681691D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B66379"/>
    <w:multiLevelType w:val="multilevel"/>
    <w:tmpl w:val="5658EB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2C2779"/>
    <w:multiLevelType w:val="hybridMultilevel"/>
    <w:tmpl w:val="5448D1D4"/>
    <w:lvl w:ilvl="0" w:tplc="374CD82A">
      <w:start w:val="1"/>
      <w:numFmt w:val="lowerLetter"/>
      <w:lvlText w:val="%1)"/>
      <w:lvlJc w:val="left"/>
      <w:pPr>
        <w:ind w:left="1068" w:hanging="360"/>
      </w:pPr>
      <w:rPr>
        <w:rFonts w:ascii="Bookman Old Style" w:eastAsia="Times New Roman" w:hAnsi="Bookman Old Style" w:cs="Courier New"/>
      </w:rPr>
    </w:lvl>
    <w:lvl w:ilvl="1" w:tplc="41421324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B406F4AA">
      <w:start w:val="1"/>
      <w:numFmt w:val="decimal"/>
      <w:lvlText w:val="%4."/>
      <w:lvlJc w:val="left"/>
      <w:pPr>
        <w:ind w:left="3228" w:hanging="360"/>
      </w:pPr>
      <w:rPr>
        <w:rFonts w:ascii="Bookman Old Style" w:eastAsia="Calibri" w:hAnsi="Bookman Old Style" w:cs="Times New Roman"/>
      </w:rPr>
    </w:lvl>
    <w:lvl w:ilvl="4" w:tplc="B5EE0CFA">
      <w:start w:val="6"/>
      <w:numFmt w:val="bullet"/>
      <w:lvlText w:val=""/>
      <w:lvlJc w:val="left"/>
      <w:pPr>
        <w:ind w:left="3948" w:hanging="360"/>
      </w:pPr>
      <w:rPr>
        <w:rFonts w:ascii="Symbol" w:eastAsia="Times New Roman" w:hAnsi="Symbol" w:cs="Courier New"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AE4C73"/>
    <w:multiLevelType w:val="hybridMultilevel"/>
    <w:tmpl w:val="478413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853C0"/>
    <w:multiLevelType w:val="multilevel"/>
    <w:tmpl w:val="3EC4597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ZBI-METRYKA"/>
      <w:isLgl/>
      <w:lvlText w:val="%1.%2."/>
      <w:lvlJc w:val="left"/>
      <w:pPr>
        <w:ind w:left="966" w:hanging="540"/>
      </w:pPr>
      <w:rPr>
        <w:rFonts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7CD7807"/>
    <w:multiLevelType w:val="hybridMultilevel"/>
    <w:tmpl w:val="F47E19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7139ED"/>
    <w:multiLevelType w:val="hybridMultilevel"/>
    <w:tmpl w:val="CDD4B8C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B0341C"/>
    <w:multiLevelType w:val="hybridMultilevel"/>
    <w:tmpl w:val="B7CCB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A6159"/>
    <w:multiLevelType w:val="hybridMultilevel"/>
    <w:tmpl w:val="D8E43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4128E"/>
    <w:multiLevelType w:val="hybridMultilevel"/>
    <w:tmpl w:val="BEB260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82DFA"/>
    <w:multiLevelType w:val="hybridMultilevel"/>
    <w:tmpl w:val="FC948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86901">
    <w:abstractNumId w:val="10"/>
  </w:num>
  <w:num w:numId="2" w16cid:durableId="658732197">
    <w:abstractNumId w:val="8"/>
  </w:num>
  <w:num w:numId="3" w16cid:durableId="1300068269">
    <w:abstractNumId w:val="23"/>
  </w:num>
  <w:num w:numId="4" w16cid:durableId="52124162">
    <w:abstractNumId w:val="11"/>
  </w:num>
  <w:num w:numId="5" w16cid:durableId="1446191342">
    <w:abstractNumId w:val="11"/>
  </w:num>
  <w:num w:numId="6" w16cid:durableId="961888093">
    <w:abstractNumId w:val="1"/>
  </w:num>
  <w:num w:numId="7" w16cid:durableId="1700544025">
    <w:abstractNumId w:val="5"/>
  </w:num>
  <w:num w:numId="8" w16cid:durableId="1710185216">
    <w:abstractNumId w:val="7"/>
  </w:num>
  <w:num w:numId="9" w16cid:durableId="869293732">
    <w:abstractNumId w:val="3"/>
  </w:num>
  <w:num w:numId="10" w16cid:durableId="407579359">
    <w:abstractNumId w:val="11"/>
  </w:num>
  <w:num w:numId="11" w16cid:durableId="618144676">
    <w:abstractNumId w:val="2"/>
  </w:num>
  <w:num w:numId="12" w16cid:durableId="145170850">
    <w:abstractNumId w:val="9"/>
  </w:num>
  <w:num w:numId="13" w16cid:durableId="1294676728">
    <w:abstractNumId w:val="12"/>
  </w:num>
  <w:num w:numId="14" w16cid:durableId="1320380781">
    <w:abstractNumId w:val="10"/>
  </w:num>
  <w:num w:numId="15" w16cid:durableId="1340349544">
    <w:abstractNumId w:val="11"/>
  </w:num>
  <w:num w:numId="16" w16cid:durableId="1267228136">
    <w:abstractNumId w:val="11"/>
  </w:num>
  <w:num w:numId="17" w16cid:durableId="1914851936">
    <w:abstractNumId w:val="11"/>
  </w:num>
  <w:num w:numId="18" w16cid:durableId="65958614">
    <w:abstractNumId w:val="10"/>
  </w:num>
  <w:num w:numId="19" w16cid:durableId="1620407898">
    <w:abstractNumId w:val="17"/>
  </w:num>
  <w:num w:numId="20" w16cid:durableId="74329462">
    <w:abstractNumId w:val="10"/>
  </w:num>
  <w:num w:numId="21" w16cid:durableId="1053117898">
    <w:abstractNumId w:val="14"/>
  </w:num>
  <w:num w:numId="22" w16cid:durableId="999120696">
    <w:abstractNumId w:val="3"/>
  </w:num>
  <w:num w:numId="23" w16cid:durableId="546911999">
    <w:abstractNumId w:val="3"/>
  </w:num>
  <w:num w:numId="24" w16cid:durableId="1295214881">
    <w:abstractNumId w:val="3"/>
  </w:num>
  <w:num w:numId="25" w16cid:durableId="1557426544">
    <w:abstractNumId w:val="22"/>
  </w:num>
  <w:num w:numId="26" w16cid:durableId="828061088">
    <w:abstractNumId w:val="13"/>
  </w:num>
  <w:num w:numId="27" w16cid:durableId="2032030793">
    <w:abstractNumId w:val="20"/>
  </w:num>
  <w:num w:numId="28" w16cid:durableId="1284574375">
    <w:abstractNumId w:val="18"/>
  </w:num>
  <w:num w:numId="29" w16cid:durableId="434442728">
    <w:abstractNumId w:val="16"/>
  </w:num>
  <w:num w:numId="30" w16cid:durableId="695303127">
    <w:abstractNumId w:val="26"/>
  </w:num>
  <w:num w:numId="31" w16cid:durableId="338699392">
    <w:abstractNumId w:val="0"/>
  </w:num>
  <w:num w:numId="32" w16cid:durableId="1958025403">
    <w:abstractNumId w:val="24"/>
  </w:num>
  <w:num w:numId="33" w16cid:durableId="308025403">
    <w:abstractNumId w:val="20"/>
  </w:num>
  <w:num w:numId="34" w16cid:durableId="1188720515">
    <w:abstractNumId w:val="15"/>
  </w:num>
  <w:num w:numId="35" w16cid:durableId="658194093">
    <w:abstractNumId w:val="4"/>
  </w:num>
  <w:num w:numId="36" w16cid:durableId="998456955">
    <w:abstractNumId w:val="6"/>
  </w:num>
  <w:num w:numId="37" w16cid:durableId="1943175075">
    <w:abstractNumId w:val="19"/>
  </w:num>
  <w:num w:numId="38" w16cid:durableId="1067798165">
    <w:abstractNumId w:val="21"/>
  </w:num>
  <w:num w:numId="39" w16cid:durableId="289437033">
    <w:abstractNumId w:val="10"/>
  </w:num>
  <w:num w:numId="40" w16cid:durableId="11070878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8A7"/>
    <w:rsid w:val="000021A5"/>
    <w:rsid w:val="00010334"/>
    <w:rsid w:val="00011287"/>
    <w:rsid w:val="00014763"/>
    <w:rsid w:val="000174F5"/>
    <w:rsid w:val="00030909"/>
    <w:rsid w:val="00031B06"/>
    <w:rsid w:val="000330B2"/>
    <w:rsid w:val="000404F9"/>
    <w:rsid w:val="00051492"/>
    <w:rsid w:val="0005220E"/>
    <w:rsid w:val="00055A92"/>
    <w:rsid w:val="00055A9C"/>
    <w:rsid w:val="00063F2E"/>
    <w:rsid w:val="00064860"/>
    <w:rsid w:val="00065A6A"/>
    <w:rsid w:val="00065B6C"/>
    <w:rsid w:val="00065F7C"/>
    <w:rsid w:val="00082775"/>
    <w:rsid w:val="00091782"/>
    <w:rsid w:val="0009222E"/>
    <w:rsid w:val="000925D8"/>
    <w:rsid w:val="00094A6C"/>
    <w:rsid w:val="000970CB"/>
    <w:rsid w:val="000A406E"/>
    <w:rsid w:val="000B0F0D"/>
    <w:rsid w:val="000B64B5"/>
    <w:rsid w:val="000B7991"/>
    <w:rsid w:val="000C083B"/>
    <w:rsid w:val="000C1250"/>
    <w:rsid w:val="000C5258"/>
    <w:rsid w:val="000D4B4C"/>
    <w:rsid w:val="000D6DF1"/>
    <w:rsid w:val="000D6FED"/>
    <w:rsid w:val="000E76CB"/>
    <w:rsid w:val="000F0394"/>
    <w:rsid w:val="00102864"/>
    <w:rsid w:val="00107C68"/>
    <w:rsid w:val="001168EA"/>
    <w:rsid w:val="00117A01"/>
    <w:rsid w:val="00117A6F"/>
    <w:rsid w:val="00135731"/>
    <w:rsid w:val="0014156E"/>
    <w:rsid w:val="00143884"/>
    <w:rsid w:val="001439C5"/>
    <w:rsid w:val="00145DCB"/>
    <w:rsid w:val="001539E6"/>
    <w:rsid w:val="00162E11"/>
    <w:rsid w:val="0016382E"/>
    <w:rsid w:val="00163C37"/>
    <w:rsid w:val="00165206"/>
    <w:rsid w:val="0016641C"/>
    <w:rsid w:val="00167DB8"/>
    <w:rsid w:val="00194B7A"/>
    <w:rsid w:val="0019568D"/>
    <w:rsid w:val="001A720C"/>
    <w:rsid w:val="001B1B31"/>
    <w:rsid w:val="001B5F9B"/>
    <w:rsid w:val="001C5619"/>
    <w:rsid w:val="001C6696"/>
    <w:rsid w:val="001C6CEC"/>
    <w:rsid w:val="001D2495"/>
    <w:rsid w:val="001E0742"/>
    <w:rsid w:val="001E5199"/>
    <w:rsid w:val="001E631B"/>
    <w:rsid w:val="001E6A22"/>
    <w:rsid w:val="001F45D5"/>
    <w:rsid w:val="0020275E"/>
    <w:rsid w:val="00206E04"/>
    <w:rsid w:val="002164B9"/>
    <w:rsid w:val="00220A66"/>
    <w:rsid w:val="00223A42"/>
    <w:rsid w:val="0022644D"/>
    <w:rsid w:val="002264B8"/>
    <w:rsid w:val="002271BC"/>
    <w:rsid w:val="00230EBC"/>
    <w:rsid w:val="00243723"/>
    <w:rsid w:val="002462E6"/>
    <w:rsid w:val="002467BF"/>
    <w:rsid w:val="00247FDE"/>
    <w:rsid w:val="00257F2A"/>
    <w:rsid w:val="00261C65"/>
    <w:rsid w:val="0026453C"/>
    <w:rsid w:val="002702D7"/>
    <w:rsid w:val="002860A1"/>
    <w:rsid w:val="00286A8A"/>
    <w:rsid w:val="00286BCE"/>
    <w:rsid w:val="002A47B5"/>
    <w:rsid w:val="002A547B"/>
    <w:rsid w:val="002A69E7"/>
    <w:rsid w:val="002A7284"/>
    <w:rsid w:val="002A7460"/>
    <w:rsid w:val="002B1EF7"/>
    <w:rsid w:val="002B6600"/>
    <w:rsid w:val="002C18F1"/>
    <w:rsid w:val="002C1BE8"/>
    <w:rsid w:val="002D06A0"/>
    <w:rsid w:val="002D7A0A"/>
    <w:rsid w:val="002E11D2"/>
    <w:rsid w:val="002E428D"/>
    <w:rsid w:val="002E60B7"/>
    <w:rsid w:val="002F1114"/>
    <w:rsid w:val="002F7D62"/>
    <w:rsid w:val="0031065B"/>
    <w:rsid w:val="00310805"/>
    <w:rsid w:val="00311737"/>
    <w:rsid w:val="00314794"/>
    <w:rsid w:val="003168BC"/>
    <w:rsid w:val="00321DE8"/>
    <w:rsid w:val="00324190"/>
    <w:rsid w:val="00332CE5"/>
    <w:rsid w:val="00335A6D"/>
    <w:rsid w:val="00336CE4"/>
    <w:rsid w:val="0034702B"/>
    <w:rsid w:val="00347713"/>
    <w:rsid w:val="00372A61"/>
    <w:rsid w:val="003748E3"/>
    <w:rsid w:val="0038133A"/>
    <w:rsid w:val="0039350E"/>
    <w:rsid w:val="003A32D3"/>
    <w:rsid w:val="003A4D76"/>
    <w:rsid w:val="003E1FA6"/>
    <w:rsid w:val="003F21A9"/>
    <w:rsid w:val="00403769"/>
    <w:rsid w:val="0040546D"/>
    <w:rsid w:val="00410609"/>
    <w:rsid w:val="00425B7C"/>
    <w:rsid w:val="00433397"/>
    <w:rsid w:val="0043382D"/>
    <w:rsid w:val="00452840"/>
    <w:rsid w:val="00461F36"/>
    <w:rsid w:val="00463078"/>
    <w:rsid w:val="00463B22"/>
    <w:rsid w:val="004702B0"/>
    <w:rsid w:val="00470F92"/>
    <w:rsid w:val="00480271"/>
    <w:rsid w:val="00480524"/>
    <w:rsid w:val="00483369"/>
    <w:rsid w:val="0048503C"/>
    <w:rsid w:val="00486C1C"/>
    <w:rsid w:val="0049263F"/>
    <w:rsid w:val="004A297C"/>
    <w:rsid w:val="004B3C06"/>
    <w:rsid w:val="004B5128"/>
    <w:rsid w:val="004B5559"/>
    <w:rsid w:val="004C014D"/>
    <w:rsid w:val="004D124E"/>
    <w:rsid w:val="004F66A0"/>
    <w:rsid w:val="004F6F85"/>
    <w:rsid w:val="0050249D"/>
    <w:rsid w:val="00505313"/>
    <w:rsid w:val="005073AA"/>
    <w:rsid w:val="005073CC"/>
    <w:rsid w:val="0052616B"/>
    <w:rsid w:val="0053561E"/>
    <w:rsid w:val="00540304"/>
    <w:rsid w:val="00540DD1"/>
    <w:rsid w:val="005607D6"/>
    <w:rsid w:val="0056161A"/>
    <w:rsid w:val="005635E9"/>
    <w:rsid w:val="00565E31"/>
    <w:rsid w:val="00573B53"/>
    <w:rsid w:val="00590CE0"/>
    <w:rsid w:val="0059370F"/>
    <w:rsid w:val="005A14BD"/>
    <w:rsid w:val="005A505A"/>
    <w:rsid w:val="005A54F7"/>
    <w:rsid w:val="005A7AAB"/>
    <w:rsid w:val="005B3A1E"/>
    <w:rsid w:val="005B512D"/>
    <w:rsid w:val="005B6336"/>
    <w:rsid w:val="005D2279"/>
    <w:rsid w:val="005D3162"/>
    <w:rsid w:val="005F0F47"/>
    <w:rsid w:val="005F5283"/>
    <w:rsid w:val="006008CC"/>
    <w:rsid w:val="00600A03"/>
    <w:rsid w:val="00604E32"/>
    <w:rsid w:val="00606A6E"/>
    <w:rsid w:val="0061332B"/>
    <w:rsid w:val="006141F0"/>
    <w:rsid w:val="00622923"/>
    <w:rsid w:val="00622D01"/>
    <w:rsid w:val="00623911"/>
    <w:rsid w:val="00634C72"/>
    <w:rsid w:val="00637AC6"/>
    <w:rsid w:val="006430DA"/>
    <w:rsid w:val="00646211"/>
    <w:rsid w:val="00654861"/>
    <w:rsid w:val="006575AF"/>
    <w:rsid w:val="00662F05"/>
    <w:rsid w:val="0067071E"/>
    <w:rsid w:val="006839C6"/>
    <w:rsid w:val="00684100"/>
    <w:rsid w:val="006B58B5"/>
    <w:rsid w:val="006C2202"/>
    <w:rsid w:val="006D2BB0"/>
    <w:rsid w:val="006D4947"/>
    <w:rsid w:val="006D5C10"/>
    <w:rsid w:val="00700C46"/>
    <w:rsid w:val="00702179"/>
    <w:rsid w:val="007049B1"/>
    <w:rsid w:val="00706F0C"/>
    <w:rsid w:val="00710356"/>
    <w:rsid w:val="00713097"/>
    <w:rsid w:val="00737AA3"/>
    <w:rsid w:val="007464FD"/>
    <w:rsid w:val="00751194"/>
    <w:rsid w:val="00757073"/>
    <w:rsid w:val="00765B55"/>
    <w:rsid w:val="00775633"/>
    <w:rsid w:val="00795063"/>
    <w:rsid w:val="007A3BFB"/>
    <w:rsid w:val="007A6CBA"/>
    <w:rsid w:val="007C4F9B"/>
    <w:rsid w:val="007D1536"/>
    <w:rsid w:val="007E23B8"/>
    <w:rsid w:val="007F4E8E"/>
    <w:rsid w:val="00807517"/>
    <w:rsid w:val="008123CE"/>
    <w:rsid w:val="00812858"/>
    <w:rsid w:val="00814D3C"/>
    <w:rsid w:val="00823080"/>
    <w:rsid w:val="008325D6"/>
    <w:rsid w:val="00832946"/>
    <w:rsid w:val="0083398D"/>
    <w:rsid w:val="00840357"/>
    <w:rsid w:val="0084351C"/>
    <w:rsid w:val="00843D8B"/>
    <w:rsid w:val="00852494"/>
    <w:rsid w:val="00852E5E"/>
    <w:rsid w:val="00853521"/>
    <w:rsid w:val="00855DA9"/>
    <w:rsid w:val="008563DF"/>
    <w:rsid w:val="008658FF"/>
    <w:rsid w:val="00870850"/>
    <w:rsid w:val="00871599"/>
    <w:rsid w:val="008744DE"/>
    <w:rsid w:val="00896353"/>
    <w:rsid w:val="008A67A8"/>
    <w:rsid w:val="008B04A0"/>
    <w:rsid w:val="008B083F"/>
    <w:rsid w:val="008B6A48"/>
    <w:rsid w:val="008C5101"/>
    <w:rsid w:val="008C7F0E"/>
    <w:rsid w:val="008D6D8B"/>
    <w:rsid w:val="009005B2"/>
    <w:rsid w:val="00901317"/>
    <w:rsid w:val="00903CF2"/>
    <w:rsid w:val="009046AA"/>
    <w:rsid w:val="009121D5"/>
    <w:rsid w:val="00913214"/>
    <w:rsid w:val="00913B92"/>
    <w:rsid w:val="00916825"/>
    <w:rsid w:val="00941F5C"/>
    <w:rsid w:val="0096154B"/>
    <w:rsid w:val="0097230E"/>
    <w:rsid w:val="00977E8E"/>
    <w:rsid w:val="009810B5"/>
    <w:rsid w:val="00982442"/>
    <w:rsid w:val="0098733C"/>
    <w:rsid w:val="009A6694"/>
    <w:rsid w:val="009B03F0"/>
    <w:rsid w:val="009D27C9"/>
    <w:rsid w:val="009D5CA4"/>
    <w:rsid w:val="009E58A0"/>
    <w:rsid w:val="009E6D87"/>
    <w:rsid w:val="009F1BDB"/>
    <w:rsid w:val="009F6C1C"/>
    <w:rsid w:val="00A02747"/>
    <w:rsid w:val="00A42D5D"/>
    <w:rsid w:val="00A4371C"/>
    <w:rsid w:val="00A728A7"/>
    <w:rsid w:val="00A75220"/>
    <w:rsid w:val="00A828BA"/>
    <w:rsid w:val="00A91469"/>
    <w:rsid w:val="00A968CC"/>
    <w:rsid w:val="00AA53EA"/>
    <w:rsid w:val="00AB3F55"/>
    <w:rsid w:val="00AC0B01"/>
    <w:rsid w:val="00AC0E2D"/>
    <w:rsid w:val="00AC26C9"/>
    <w:rsid w:val="00AE1A96"/>
    <w:rsid w:val="00AE579D"/>
    <w:rsid w:val="00AE7A29"/>
    <w:rsid w:val="00AF1D11"/>
    <w:rsid w:val="00AF34A9"/>
    <w:rsid w:val="00AF7048"/>
    <w:rsid w:val="00AF7C74"/>
    <w:rsid w:val="00B023A1"/>
    <w:rsid w:val="00B17851"/>
    <w:rsid w:val="00B2024C"/>
    <w:rsid w:val="00B22CA6"/>
    <w:rsid w:val="00B25218"/>
    <w:rsid w:val="00B40908"/>
    <w:rsid w:val="00B503B0"/>
    <w:rsid w:val="00B50AA9"/>
    <w:rsid w:val="00B60542"/>
    <w:rsid w:val="00B63161"/>
    <w:rsid w:val="00B632A7"/>
    <w:rsid w:val="00B7175B"/>
    <w:rsid w:val="00B745D9"/>
    <w:rsid w:val="00B838B8"/>
    <w:rsid w:val="00B8792E"/>
    <w:rsid w:val="00B910FD"/>
    <w:rsid w:val="00B91D6C"/>
    <w:rsid w:val="00B936D1"/>
    <w:rsid w:val="00BA3F62"/>
    <w:rsid w:val="00BB1C03"/>
    <w:rsid w:val="00BB4C71"/>
    <w:rsid w:val="00BC12A0"/>
    <w:rsid w:val="00BC48C2"/>
    <w:rsid w:val="00BD492F"/>
    <w:rsid w:val="00BE4231"/>
    <w:rsid w:val="00BF1DC1"/>
    <w:rsid w:val="00BF2640"/>
    <w:rsid w:val="00BF59DD"/>
    <w:rsid w:val="00C02774"/>
    <w:rsid w:val="00C05C4E"/>
    <w:rsid w:val="00C1053A"/>
    <w:rsid w:val="00C22FF2"/>
    <w:rsid w:val="00C47A97"/>
    <w:rsid w:val="00C5039E"/>
    <w:rsid w:val="00C53381"/>
    <w:rsid w:val="00C611FF"/>
    <w:rsid w:val="00C63B6D"/>
    <w:rsid w:val="00C66324"/>
    <w:rsid w:val="00C67411"/>
    <w:rsid w:val="00C91975"/>
    <w:rsid w:val="00C954FD"/>
    <w:rsid w:val="00CA34AD"/>
    <w:rsid w:val="00CA5060"/>
    <w:rsid w:val="00CA6E2E"/>
    <w:rsid w:val="00CB2A6A"/>
    <w:rsid w:val="00CD34FB"/>
    <w:rsid w:val="00CF7F7E"/>
    <w:rsid w:val="00D111BB"/>
    <w:rsid w:val="00D12502"/>
    <w:rsid w:val="00D1634D"/>
    <w:rsid w:val="00D22B34"/>
    <w:rsid w:val="00D36B99"/>
    <w:rsid w:val="00D41E42"/>
    <w:rsid w:val="00D4275D"/>
    <w:rsid w:val="00D51802"/>
    <w:rsid w:val="00D675EA"/>
    <w:rsid w:val="00D7027B"/>
    <w:rsid w:val="00D902A6"/>
    <w:rsid w:val="00D925FC"/>
    <w:rsid w:val="00DB2E72"/>
    <w:rsid w:val="00DB7F57"/>
    <w:rsid w:val="00DC642F"/>
    <w:rsid w:val="00DD5087"/>
    <w:rsid w:val="00DE0A02"/>
    <w:rsid w:val="00DE3942"/>
    <w:rsid w:val="00DE4494"/>
    <w:rsid w:val="00DE632A"/>
    <w:rsid w:val="00DE7938"/>
    <w:rsid w:val="00DF0C0A"/>
    <w:rsid w:val="00DF698D"/>
    <w:rsid w:val="00DF74FA"/>
    <w:rsid w:val="00E0290C"/>
    <w:rsid w:val="00E0656F"/>
    <w:rsid w:val="00E12375"/>
    <w:rsid w:val="00E12BA1"/>
    <w:rsid w:val="00E309EE"/>
    <w:rsid w:val="00E364CF"/>
    <w:rsid w:val="00E370AE"/>
    <w:rsid w:val="00E63265"/>
    <w:rsid w:val="00E701E8"/>
    <w:rsid w:val="00E70AA5"/>
    <w:rsid w:val="00E72806"/>
    <w:rsid w:val="00E75510"/>
    <w:rsid w:val="00E76866"/>
    <w:rsid w:val="00E91C05"/>
    <w:rsid w:val="00E953BC"/>
    <w:rsid w:val="00EB5537"/>
    <w:rsid w:val="00EC13D1"/>
    <w:rsid w:val="00EC3448"/>
    <w:rsid w:val="00EC45E6"/>
    <w:rsid w:val="00ED142D"/>
    <w:rsid w:val="00EE11F7"/>
    <w:rsid w:val="00EF4D1B"/>
    <w:rsid w:val="00EF772D"/>
    <w:rsid w:val="00F07FB3"/>
    <w:rsid w:val="00F114F4"/>
    <w:rsid w:val="00F12A6F"/>
    <w:rsid w:val="00F203C0"/>
    <w:rsid w:val="00F3543A"/>
    <w:rsid w:val="00F35582"/>
    <w:rsid w:val="00F4318D"/>
    <w:rsid w:val="00F44CB0"/>
    <w:rsid w:val="00F46AA0"/>
    <w:rsid w:val="00F47FC9"/>
    <w:rsid w:val="00F54EA7"/>
    <w:rsid w:val="00F61781"/>
    <w:rsid w:val="00F75118"/>
    <w:rsid w:val="00F835ED"/>
    <w:rsid w:val="00F8615A"/>
    <w:rsid w:val="00F87F45"/>
    <w:rsid w:val="00FB4160"/>
    <w:rsid w:val="00FB627D"/>
    <w:rsid w:val="00FC3E27"/>
    <w:rsid w:val="00FD1293"/>
    <w:rsid w:val="00FD150B"/>
    <w:rsid w:val="00FD2F0D"/>
    <w:rsid w:val="00FD3650"/>
    <w:rsid w:val="00FD5212"/>
    <w:rsid w:val="00FF070F"/>
    <w:rsid w:val="00FF4FB7"/>
    <w:rsid w:val="024F995E"/>
    <w:rsid w:val="12AFDD9A"/>
    <w:rsid w:val="368681E6"/>
    <w:rsid w:val="5FCB7A81"/>
    <w:rsid w:val="6A649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2E1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0B2"/>
    <w:pPr>
      <w:spacing w:after="12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38B8"/>
    <w:pPr>
      <w:keepNext/>
      <w:keepLines/>
      <w:numPr>
        <w:numId w:val="27"/>
      </w:numPr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C0B01"/>
    <w:pPr>
      <w:keepNext/>
      <w:keepLines/>
      <w:spacing w:before="240"/>
      <w:ind w:left="576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925D8"/>
    <w:pPr>
      <w:keepNext/>
      <w:keepLines/>
      <w:numPr>
        <w:ilvl w:val="2"/>
        <w:numId w:val="31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autoRedefine/>
    <w:uiPriority w:val="9"/>
    <w:unhideWhenUsed/>
    <w:qFormat/>
    <w:rsid w:val="000925D8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925D8"/>
    <w:pPr>
      <w:keepNext/>
      <w:keepLines/>
      <w:numPr>
        <w:ilvl w:val="4"/>
        <w:numId w:val="3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1B06"/>
    <w:pPr>
      <w:keepNext/>
      <w:keepLines/>
      <w:numPr>
        <w:ilvl w:val="5"/>
        <w:numId w:val="3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1B06"/>
    <w:pPr>
      <w:keepNext/>
      <w:keepLines/>
      <w:numPr>
        <w:ilvl w:val="6"/>
        <w:numId w:val="3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1B06"/>
    <w:pPr>
      <w:keepNext/>
      <w:keepLines/>
      <w:numPr>
        <w:ilvl w:val="7"/>
        <w:numId w:val="3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1B06"/>
    <w:pPr>
      <w:keepNext/>
      <w:keepLines/>
      <w:numPr>
        <w:ilvl w:val="8"/>
        <w:numId w:val="3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38B8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C0B01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925D8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925D8"/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1237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8733C"/>
    <w:pPr>
      <w:numPr>
        <w:numId w:val="1"/>
      </w:numPr>
      <w:spacing w:after="0"/>
    </w:pPr>
    <w:rPr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8733C"/>
    <w:rPr>
      <w:rFonts w:ascii="Calibri" w:eastAsia="Calibri" w:hAnsi="Calibri" w:cs="Times New Roman"/>
      <w:lang w:val="en-US"/>
    </w:rPr>
  </w:style>
  <w:style w:type="paragraph" w:styleId="Nagwekspisutreci">
    <w:name w:val="TOC Heading"/>
    <w:basedOn w:val="Nagwek1"/>
    <w:next w:val="Normalny"/>
    <w:uiPriority w:val="39"/>
    <w:qFormat/>
    <w:rsid w:val="000F0394"/>
    <w:pPr>
      <w:spacing w:before="480"/>
      <w:outlineLvl w:val="9"/>
    </w:pPr>
    <w:rPr>
      <w:rFonts w:asciiTheme="minorHAnsi" w:eastAsia="Times New Roman" w:hAnsiTheme="minorHAnsi" w:cs="Times New Roman"/>
      <w:b w:val="0"/>
      <w:bCs/>
      <w:sz w:val="28"/>
      <w:szCs w:val="28"/>
      <w:lang w:val="x-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F7F7E"/>
    <w:pPr>
      <w:tabs>
        <w:tab w:val="left" w:pos="360"/>
        <w:tab w:val="right" w:leader="dot" w:pos="9062"/>
      </w:tabs>
      <w:spacing w:after="100"/>
      <w:ind w:left="360" w:hanging="360"/>
    </w:pPr>
    <w:rPr>
      <w:rFonts w:eastAsia="Times New Roman" w:cs="Courier New"/>
      <w:sz w:val="24"/>
      <w:szCs w:val="30"/>
      <w:lang w:eastAsia="pl-PL" w:bidi="mni-IN"/>
    </w:rPr>
  </w:style>
  <w:style w:type="paragraph" w:customStyle="1" w:styleId="TableContents">
    <w:name w:val="TableContents"/>
    <w:basedOn w:val="Normalny"/>
    <w:rsid w:val="00E12375"/>
    <w:pPr>
      <w:spacing w:before="120" w:after="0"/>
    </w:pPr>
    <w:rPr>
      <w:lang w:val="en-GB"/>
    </w:rPr>
  </w:style>
  <w:style w:type="paragraph" w:customStyle="1" w:styleId="SZBI-TYTUL">
    <w:name w:val="SZBI-TYTUL"/>
    <w:basedOn w:val="Normalny"/>
    <w:link w:val="SZBI-TYTULZnak"/>
    <w:autoRedefine/>
    <w:qFormat/>
    <w:rsid w:val="002E428D"/>
    <w:pPr>
      <w:pBdr>
        <w:bottom w:val="single" w:sz="4" w:space="1" w:color="00648C"/>
      </w:pBdr>
      <w:spacing w:after="0"/>
      <w:jc w:val="center"/>
    </w:pPr>
    <w:rPr>
      <w:rFonts w:asciiTheme="minorHAnsi" w:eastAsia="Times New Roman" w:hAnsiTheme="minorHAnsi" w:cstheme="minorHAnsi"/>
      <w:b/>
      <w:caps/>
      <w:color w:val="00648C"/>
      <w:sz w:val="56"/>
      <w:szCs w:val="56"/>
      <w:lang w:eastAsia="pl-PL"/>
    </w:rPr>
  </w:style>
  <w:style w:type="character" w:customStyle="1" w:styleId="SZBI-TYTULZnak">
    <w:name w:val="SZBI-TYTUL Znak"/>
    <w:basedOn w:val="Domylnaczcionkaakapitu"/>
    <w:link w:val="SZBI-TYTUL"/>
    <w:rsid w:val="002E428D"/>
    <w:rPr>
      <w:rFonts w:eastAsia="Times New Roman" w:cstheme="minorHAnsi"/>
      <w:b/>
      <w:caps/>
      <w:color w:val="00648C"/>
      <w:sz w:val="56"/>
      <w:szCs w:val="56"/>
      <w:lang w:eastAsia="pl-PL"/>
    </w:rPr>
  </w:style>
  <w:style w:type="paragraph" w:customStyle="1" w:styleId="SZBI-METRYKA">
    <w:name w:val="SZBI-METRYKA"/>
    <w:basedOn w:val="Nagwekspisutreci"/>
    <w:link w:val="SZBI-METRYKAZnak"/>
    <w:qFormat/>
    <w:rsid w:val="00E12375"/>
    <w:pPr>
      <w:numPr>
        <w:ilvl w:val="1"/>
      </w:numPr>
      <w:tabs>
        <w:tab w:val="right" w:pos="9072"/>
      </w:tabs>
      <w:jc w:val="both"/>
    </w:pPr>
    <w:rPr>
      <w:b/>
      <w:bCs w:val="0"/>
      <w:iCs/>
      <w:smallCaps/>
      <w:color w:val="00648C"/>
      <w:lang w:val="pl-PL"/>
    </w:rPr>
  </w:style>
  <w:style w:type="character" w:customStyle="1" w:styleId="SZBI-METRYKAZnak">
    <w:name w:val="SZBI-METRYKA Znak"/>
    <w:basedOn w:val="Domylnaczcionkaakapitu"/>
    <w:link w:val="SZBI-METRYKA"/>
    <w:rsid w:val="00E12375"/>
    <w:rPr>
      <w:rFonts w:eastAsia="Times New Roman" w:cs="Times New Roman"/>
      <w:iCs/>
      <w:smallCaps/>
      <w:color w:val="00648C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E1237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123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1237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1237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2375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0925D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1B0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1B0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1B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1B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031B06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C6CEC"/>
    <w:pPr>
      <w:spacing w:after="100"/>
      <w:ind w:left="440"/>
    </w:pPr>
  </w:style>
  <w:style w:type="table" w:customStyle="1" w:styleId="Tabela-Siatka1">
    <w:name w:val="Tabela - Siatka1"/>
    <w:basedOn w:val="Standardowy"/>
    <w:next w:val="Tabela-Siatka"/>
    <w:uiPriority w:val="59"/>
    <w:rsid w:val="002271BC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27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F7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F7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7F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8CC"/>
    <w:pPr>
      <w:spacing w:after="12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8C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2644D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B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B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BB0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A728A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A728A7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kusmierski\OneDrive%20-%20CeZ\Pulpit\Wzor_dokumentow_ZSZ_nowe%20styl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73C69737050642AEDF407EC6129145" ma:contentTypeVersion="8" ma:contentTypeDescription="Utwórz nowy dokument." ma:contentTypeScope="" ma:versionID="48dfa191868a37b6460a3c4f4b4e8ec4">
  <xsd:schema xmlns:xsd="http://www.w3.org/2001/XMLSchema" xmlns:xs="http://www.w3.org/2001/XMLSchema" xmlns:p="http://schemas.microsoft.com/office/2006/metadata/properties" xmlns:ns2="eae1fe93-6420-4876-94ae-a331225dc951" xmlns:ns3="2b4fec8c-6342-430f-9a53-83f3fffa3636" targetNamespace="http://schemas.microsoft.com/office/2006/metadata/properties" ma:root="true" ma:fieldsID="8728e88459613e47513a49a976008731" ns2:_="" ns3:_="">
    <xsd:import namespace="eae1fe93-6420-4876-94ae-a331225dc951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1fe93-6420-4876-94ae-a331225dc9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0D6A5-497A-4B80-9ECA-EAA677366360}"/>
</file>

<file path=customXml/itemProps2.xml><?xml version="1.0" encoding="utf-8"?>
<ds:datastoreItem xmlns:ds="http://schemas.openxmlformats.org/officeDocument/2006/customXml" ds:itemID="{7D9F29F4-ED85-4098-A4D7-0420D26377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6da7121-9349-465e-851d-32fdeab86c38"/>
    <ds:schemaRef ds:uri="473ee478-cbbe-4e60-b187-89cbea6cc051"/>
  </ds:schemaRefs>
</ds:datastoreItem>
</file>

<file path=customXml/itemProps3.xml><?xml version="1.0" encoding="utf-8"?>
<ds:datastoreItem xmlns:ds="http://schemas.openxmlformats.org/officeDocument/2006/customXml" ds:itemID="{2D94D5E5-FC18-453A-82AA-834B6B049A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Wzor_dokumentow_ZSZ_nowe style.dotx</Template>
  <TotalTime>0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Links>
    <vt:vector size="54" baseType="variant"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_Toc123116828</vt:lpwstr>
      </vt:variant>
      <vt:variant>
        <vt:i4>1048635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_Toc123116827</vt:lpwstr>
      </vt:variant>
      <vt:variant>
        <vt:i4>1048635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_Toc123116826</vt:lpwstr>
      </vt:variant>
      <vt:variant>
        <vt:i4>1048635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_Toc123116825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_Toc123116824</vt:lpwstr>
      </vt:variant>
      <vt:variant>
        <vt:i4>1048635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_Toc123116823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_Toc123116822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_Toc123116821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_Toc123116820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2023-04-19T12:43:00Z</dcterms:created>
  <dcterms:modified xsi:type="dcterms:W3CDTF">2025-09-30T12:46:00Z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0x010100D073C69737050642AEDF407EC6129145</vt:lpwstr>
  </property>
  <property fmtid="{D5CDD505-2E9C-101B-9397-08002B2CF9AE}" pid="3" name="MediaServiceImageTags">
    <vt:lpwstr/>
  </property>
  <property fmtid="{D5CDD505-2E9C-101B-9397-08002B2CF9AE}" pid="5" name="docLang">
    <vt:lpwstr>pl</vt:lpwstr>
  </property>
</Properties>
</file>